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7D89F54D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965E86">
        <w:rPr>
          <w:rFonts w:ascii="Corbel" w:hAnsi="Corbel"/>
          <w:i/>
          <w:smallCaps/>
          <w:sz w:val="24"/>
          <w:szCs w:val="24"/>
        </w:rPr>
        <w:t>2019-2022</w:t>
      </w:r>
    </w:p>
    <w:p w14:paraId="3A84D7DD" w14:textId="4133D166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965E8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65E86">
        <w:rPr>
          <w:rFonts w:ascii="Corbel" w:hAnsi="Corbel"/>
          <w:sz w:val="20"/>
          <w:szCs w:val="20"/>
        </w:rPr>
        <w:t>2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77777777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E/I/EP/C-1.11a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77777777" w:rsidR="00CE7357" w:rsidRPr="009C54AE" w:rsidRDefault="00E11332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35FE1685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77777777" w:rsidR="00CE7357" w:rsidRPr="001E3B48" w:rsidRDefault="00E11332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4F26948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18680C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9F0B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619BA08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21AA5FD8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1677830D" w14:textId="78E49855" w:rsidR="0085747A" w:rsidRPr="009C54AE" w:rsidRDefault="79FB2AA3" w:rsidP="5689D0ED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00E98F0" w14:textId="1AEE7243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04C195A7" w14:textId="77A6486D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295E2BEC" w14:textId="310DA8FE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0C575026" w14:textId="3F10CA85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631D51E6" w14:textId="11306B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1EF66FC8" w14:textId="4405DD77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od 80% do 83% - ocena 4,0 </w:t>
            </w:r>
          </w:p>
          <w:p w14:paraId="0F24588F" w14:textId="56E50876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16E181F" w:rsidR="00C61DC5" w:rsidRPr="009C54AE" w:rsidRDefault="53DA01A4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5BB3AE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290B68" w14:textId="77777777" w:rsidR="00C61DC5" w:rsidRPr="009C54AE" w:rsidRDefault="00C61DC5" w:rsidP="00E113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5ADE846F" w:rsidR="00425740" w:rsidRPr="009C54AE" w:rsidRDefault="00425740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4</w:t>
            </w:r>
            <w:r w:rsidR="5C863376" w:rsidRPr="5689D0ED">
              <w:rPr>
                <w:rFonts w:ascii="Corbel" w:hAnsi="Corbel"/>
                <w:sz w:val="24"/>
                <w:szCs w:val="24"/>
              </w:rPr>
              <w:t>2</w:t>
            </w:r>
          </w:p>
          <w:p w14:paraId="1CA750BA" w14:textId="54FC085C" w:rsidR="00425740" w:rsidRPr="009C54AE" w:rsidRDefault="5C863376" w:rsidP="00E11332">
            <w:pPr>
              <w:pStyle w:val="Akapitzlist"/>
              <w:spacing w:after="0" w:line="240" w:lineRule="auto"/>
              <w:ind w:left="0"/>
              <w:jc w:val="center"/>
            </w:pPr>
            <w:r w:rsidRPr="5689D0ED">
              <w:rPr>
                <w:rFonts w:ascii="Corbel" w:eastAsia="Corbel" w:hAnsi="Corbel" w:cs="Corbel"/>
                <w:sz w:val="24"/>
                <w:szCs w:val="24"/>
              </w:rPr>
              <w:t>(przygotowanie do zajęć, przygotowanie prezentacji/projektu/referatu, przygotowanie do kolokwium i egzaminu)</w:t>
            </w: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56313" w14:textId="77777777" w:rsidR="00806D56" w:rsidRDefault="00806D56" w:rsidP="00C16ABF">
      <w:pPr>
        <w:spacing w:after="0" w:line="240" w:lineRule="auto"/>
      </w:pPr>
      <w:r>
        <w:separator/>
      </w:r>
    </w:p>
  </w:endnote>
  <w:endnote w:type="continuationSeparator" w:id="0">
    <w:p w14:paraId="21A793C3" w14:textId="77777777" w:rsidR="00806D56" w:rsidRDefault="00806D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25F76" w14:textId="77777777" w:rsidR="00806D56" w:rsidRDefault="00806D56" w:rsidP="00C16ABF">
      <w:pPr>
        <w:spacing w:after="0" w:line="240" w:lineRule="auto"/>
      </w:pPr>
      <w:r>
        <w:separator/>
      </w:r>
    </w:p>
  </w:footnote>
  <w:footnote w:type="continuationSeparator" w:id="0">
    <w:p w14:paraId="42A04475" w14:textId="77777777" w:rsidR="00806D56" w:rsidRDefault="00806D56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06D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65E8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E139-D0E2-4766-A39B-BAB09B3C2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A0AE5B-34DD-4DED-A3C7-97FFF1D0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1317</Words>
  <Characters>7903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2020-10-23T12:39:00Z</dcterms:created>
  <dcterms:modified xsi:type="dcterms:W3CDTF">2020-12-09T10:36:00Z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